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F7A1E" w14:textId="77777777" w:rsidR="008C50E7" w:rsidRPr="0059046C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61F29D5D" w14:textId="25D95CBD" w:rsidR="00176F36" w:rsidRPr="002A4F3F" w:rsidRDefault="00176F36" w:rsidP="00176F36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DIMENSIONING EVAPORATOR</w:t>
      </w:r>
    </w:p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2410"/>
        <w:gridCol w:w="533"/>
        <w:gridCol w:w="2586"/>
        <w:gridCol w:w="283"/>
        <w:gridCol w:w="1418"/>
        <w:gridCol w:w="1528"/>
        <w:gridCol w:w="6410"/>
      </w:tblGrid>
      <w:tr w:rsidR="00E644FA" w:rsidRPr="0059046C" w14:paraId="4698631E" w14:textId="77777777" w:rsidTr="00BE1012">
        <w:tc>
          <w:tcPr>
            <w:tcW w:w="241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19911C8" w14:textId="77777777" w:rsidR="006B1AD9" w:rsidRPr="0059046C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59046C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53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84C2902" w14:textId="77777777" w:rsidR="006B1AD9" w:rsidRPr="0059046C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CCDF53D" w14:textId="77777777" w:rsidR="006B1AD9" w:rsidRPr="0059046C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4445F1E3" w14:textId="77777777" w:rsidR="006B1AD9" w:rsidRPr="0059046C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4A5D6B4E" w14:textId="77777777" w:rsidR="006B1AD9" w:rsidRPr="0059046C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CEA6101" w14:textId="77777777" w:rsidR="006B1AD9" w:rsidRPr="0059046C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59046C" w14:paraId="0DDF1321" w14:textId="77777777" w:rsidTr="00BE1012">
        <w:tc>
          <w:tcPr>
            <w:tcW w:w="2410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F1F4432" w14:textId="77777777" w:rsidR="00314153" w:rsidRPr="0059046C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3119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4D882B3F" w14:textId="77777777" w:rsidR="00314153" w:rsidRPr="0059046C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283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7BEFFE1A" w14:textId="77777777" w:rsidR="00314153" w:rsidRPr="0059046C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40F43311" w14:textId="77777777" w:rsidR="00314153" w:rsidRPr="0059046C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7938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7357E452" w14:textId="77777777" w:rsidR="00314153" w:rsidRPr="0059046C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E644FA" w:rsidRPr="0059046C" w14:paraId="617FE211" w14:textId="77777777" w:rsidTr="00BE1012">
        <w:tc>
          <w:tcPr>
            <w:tcW w:w="2410" w:type="dxa"/>
            <w:shd w:val="clear" w:color="auto" w:fill="auto"/>
            <w:vAlign w:val="center"/>
          </w:tcPr>
          <w:p w14:paraId="41ED9DD9" w14:textId="77777777" w:rsidR="00892231" w:rsidRPr="0059046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53CD64E6" w14:textId="77777777" w:rsidR="00892231" w:rsidRPr="0059046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09A4A7F2" w14:textId="77777777" w:rsidR="00892231" w:rsidRPr="0059046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CCBA0F8" w14:textId="77777777" w:rsidR="00892231" w:rsidRPr="0059046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EB0A74" w14:textId="77777777" w:rsidR="00892231" w:rsidRPr="0059046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5FD0578" w14:textId="77777777" w:rsidR="00892231" w:rsidRPr="0059046C" w:rsidRDefault="00892231" w:rsidP="00AF75F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0" w:type="dxa"/>
            <w:shd w:val="clear" w:color="auto" w:fill="auto"/>
            <w:vAlign w:val="center"/>
          </w:tcPr>
          <w:p w14:paraId="76C793D9" w14:textId="77777777" w:rsidR="00892231" w:rsidRPr="0059046C" w:rsidRDefault="00892231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59046C" w14:paraId="4B660897" w14:textId="77777777" w:rsidTr="00BE1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0984C" w14:textId="77777777" w:rsidR="009847DF" w:rsidRPr="0059046C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>Geometry</w:t>
            </w:r>
          </w:p>
        </w:tc>
        <w:tc>
          <w:tcPr>
            <w:tcW w:w="12758" w:type="dxa"/>
            <w:gridSpan w:val="6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F4139" w14:textId="77777777" w:rsidR="009847DF" w:rsidRPr="0059046C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GEOMETRY"/>
            <w:bookmarkEnd w:id="2"/>
          </w:p>
        </w:tc>
      </w:tr>
      <w:tr w:rsidR="00ED4EC9" w:rsidRPr="0059046C" w14:paraId="4C07B9B7" w14:textId="77777777" w:rsidTr="00BE1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47461" w14:textId="77777777" w:rsidR="00ED4EC9" w:rsidRPr="0059046C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>Fin Type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179D1" w14:textId="77777777" w:rsidR="00ED4EC9" w:rsidRPr="0059046C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FINTYPE"/>
            <w:bookmarkEnd w:id="3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B12D4" w14:textId="77777777" w:rsidR="00ED4EC9" w:rsidRPr="0059046C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E28EE" w14:textId="77777777" w:rsidR="00ED4EC9" w:rsidRPr="0059046C" w:rsidRDefault="00ED4EC9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50B1A" w14:textId="77777777" w:rsidR="00ED4EC9" w:rsidRPr="0059046C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SPACING_AND_THICKNESS"/>
            <w:bookmarkEnd w:id="4"/>
          </w:p>
        </w:tc>
      </w:tr>
      <w:tr w:rsidR="00ED4EC9" w:rsidRPr="0059046C" w14:paraId="172B23F5" w14:textId="77777777" w:rsidTr="00BE1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C7014" w14:textId="77777777" w:rsidR="00ED4EC9" w:rsidRPr="0059046C" w:rsidRDefault="0059046C" w:rsidP="0059046C">
            <w:pPr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  <w:lang w:val="en-US"/>
              </w:rPr>
              <w:t>Finned HxL (mm)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49DDC" w14:textId="77777777" w:rsidR="00ED4EC9" w:rsidRPr="0059046C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5" w:name="HxL"/>
            <w:bookmarkEnd w:id="5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8DEA8" w14:textId="77777777" w:rsidR="00ED4EC9" w:rsidRPr="0059046C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2B5CA" w14:textId="77777777" w:rsidR="00ED4EC9" w:rsidRPr="0059046C" w:rsidRDefault="00ED4EC9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4C94C" w14:textId="77777777" w:rsidR="00ED4EC9" w:rsidRPr="0059046C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046C" w:rsidRPr="0059046C" w14:paraId="2A0926E5" w14:textId="77777777" w:rsidTr="00BE1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F2795" w14:textId="77777777" w:rsidR="0059046C" w:rsidRPr="0059046C" w:rsidRDefault="0059046C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Altitude o.s.l. (m)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E82D0" w14:textId="77777777" w:rsidR="0059046C" w:rsidRPr="0059046C" w:rsidRDefault="0059046C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SLM"/>
            <w:bookmarkEnd w:id="6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D5B94" w14:textId="77777777" w:rsidR="0059046C" w:rsidRPr="0059046C" w:rsidRDefault="0059046C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EF389" w14:textId="77777777" w:rsidR="0059046C" w:rsidRPr="0059046C" w:rsidRDefault="00AF75F5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>Refrigerant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1C682" w14:textId="77777777" w:rsidR="0059046C" w:rsidRPr="0059046C" w:rsidRDefault="0059046C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7" w:name="REFRIGERANT"/>
            <w:bookmarkEnd w:id="7"/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4"/>
        <w:gridCol w:w="687"/>
        <w:gridCol w:w="796"/>
        <w:gridCol w:w="796"/>
        <w:gridCol w:w="799"/>
        <w:gridCol w:w="799"/>
        <w:gridCol w:w="657"/>
        <w:gridCol w:w="760"/>
        <w:gridCol w:w="657"/>
        <w:gridCol w:w="993"/>
        <w:gridCol w:w="1005"/>
        <w:gridCol w:w="714"/>
        <w:gridCol w:w="799"/>
        <w:gridCol w:w="799"/>
        <w:gridCol w:w="796"/>
        <w:gridCol w:w="799"/>
        <w:gridCol w:w="799"/>
        <w:gridCol w:w="778"/>
      </w:tblGrid>
      <w:tr w:rsidR="00AA4032" w:rsidRPr="0082485D" w14:paraId="7C41BB61" w14:textId="77777777" w:rsidTr="00EC4F07">
        <w:trPr>
          <w:trHeight w:val="223"/>
          <w:jc w:val="right"/>
        </w:trPr>
        <w:tc>
          <w:tcPr>
            <w:tcW w:w="234" w:type="pct"/>
            <w:tcBorders>
              <w:top w:val="dotted" w:sz="4" w:space="0" w:color="auto"/>
            </w:tcBorders>
          </w:tcPr>
          <w:p w14:paraId="3C25E57A" w14:textId="77777777" w:rsidR="00AA4032" w:rsidRPr="0082485D" w:rsidRDefault="00EC4F07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</w:p>
        </w:tc>
        <w:tc>
          <w:tcPr>
            <w:tcW w:w="328" w:type="pct"/>
            <w:tcBorders>
              <w:top w:val="dotted" w:sz="4" w:space="0" w:color="auto"/>
            </w:tcBorders>
          </w:tcPr>
          <w:p w14:paraId="14E13B56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FS(th.)</w:t>
            </w:r>
          </w:p>
        </w:tc>
        <w:tc>
          <w:tcPr>
            <w:tcW w:w="227" w:type="pct"/>
            <w:tcBorders>
              <w:top w:val="dotted" w:sz="4" w:space="0" w:color="auto"/>
            </w:tcBorders>
          </w:tcPr>
          <w:p w14:paraId="1FAE06B2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Circ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 w14:paraId="724393D5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 w14:paraId="258B42EC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 w14:paraId="6A932AF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 w14:paraId="2AE4B175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217" w:type="pct"/>
            <w:tcBorders>
              <w:top w:val="dotted" w:sz="4" w:space="0" w:color="auto"/>
            </w:tcBorders>
          </w:tcPr>
          <w:p w14:paraId="227899E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RH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I</w:t>
            </w:r>
          </w:p>
        </w:tc>
        <w:tc>
          <w:tcPr>
            <w:tcW w:w="251" w:type="pct"/>
            <w:tcBorders>
              <w:top w:val="dotted" w:sz="4" w:space="0" w:color="auto"/>
            </w:tcBorders>
          </w:tcPr>
          <w:p w14:paraId="07B579A2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217" w:type="pct"/>
            <w:tcBorders>
              <w:top w:val="dotted" w:sz="4" w:space="0" w:color="auto"/>
            </w:tcBorders>
          </w:tcPr>
          <w:p w14:paraId="5807E43D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RH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O</w:t>
            </w:r>
          </w:p>
        </w:tc>
        <w:tc>
          <w:tcPr>
            <w:tcW w:w="328" w:type="pct"/>
            <w:tcBorders>
              <w:top w:val="dotted" w:sz="4" w:space="0" w:color="auto"/>
            </w:tcBorders>
          </w:tcPr>
          <w:p w14:paraId="41CBCE54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332" w:type="pct"/>
            <w:tcBorders>
              <w:top w:val="dotted" w:sz="4" w:space="0" w:color="auto"/>
            </w:tcBorders>
          </w:tcPr>
          <w:p w14:paraId="42B74202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SEN</w:t>
            </w:r>
          </w:p>
        </w:tc>
        <w:tc>
          <w:tcPr>
            <w:tcW w:w="236" w:type="pct"/>
            <w:tcBorders>
              <w:top w:val="dotted" w:sz="4" w:space="0" w:color="auto"/>
            </w:tcBorders>
          </w:tcPr>
          <w:p w14:paraId="0B6C2A3C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E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 w14:paraId="4F9CFBA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SUR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 w14:paraId="546F879E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C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 w14:paraId="55B29097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SUB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 w14:paraId="3E61C2AD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REF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 w14:paraId="47764E2C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  <w:tc>
          <w:tcPr>
            <w:tcW w:w="257" w:type="pct"/>
            <w:tcBorders>
              <w:top w:val="dotted" w:sz="4" w:space="0" w:color="auto"/>
            </w:tcBorders>
          </w:tcPr>
          <w:p w14:paraId="20A1DA55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</w:t>
            </w:r>
            <w:r>
              <w:rPr>
                <w:rFonts w:ascii="Arial" w:hAnsi="Arial" w:cs="Arial"/>
                <w:b/>
                <w:sz w:val="18"/>
              </w:rPr>
              <w:t>T</w:t>
            </w:r>
            <w:r w:rsidRPr="008A6088"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</w:tr>
      <w:tr w:rsidR="00AA4032" w:rsidRPr="0082485D" w14:paraId="74AAFEF1" w14:textId="77777777" w:rsidTr="00EC4F07">
        <w:trPr>
          <w:trHeight w:val="224"/>
          <w:jc w:val="right"/>
        </w:trPr>
        <w:tc>
          <w:tcPr>
            <w:tcW w:w="234" w:type="pct"/>
            <w:tcBorders>
              <w:bottom w:val="dotted" w:sz="4" w:space="0" w:color="auto"/>
            </w:tcBorders>
          </w:tcPr>
          <w:p w14:paraId="00BE638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328" w:type="pct"/>
            <w:tcBorders>
              <w:bottom w:val="dotted" w:sz="4" w:space="0" w:color="auto"/>
            </w:tcBorders>
          </w:tcPr>
          <w:p w14:paraId="22FD5CCE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mm</w:t>
            </w:r>
          </w:p>
        </w:tc>
        <w:tc>
          <w:tcPr>
            <w:tcW w:w="227" w:type="pct"/>
            <w:tcBorders>
              <w:bottom w:val="dotted" w:sz="4" w:space="0" w:color="auto"/>
            </w:tcBorders>
          </w:tcPr>
          <w:p w14:paraId="6CDE231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 w14:paraId="20F580BD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 w14:paraId="05589E44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 w14:paraId="33BC54BF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Pa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 w14:paraId="5B0BE626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17" w:type="pct"/>
            <w:tcBorders>
              <w:bottom w:val="dotted" w:sz="4" w:space="0" w:color="auto"/>
            </w:tcBorders>
          </w:tcPr>
          <w:p w14:paraId="72891392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251" w:type="pct"/>
            <w:tcBorders>
              <w:bottom w:val="dotted" w:sz="4" w:space="0" w:color="auto"/>
            </w:tcBorders>
          </w:tcPr>
          <w:p w14:paraId="0FC0CB18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17" w:type="pct"/>
            <w:tcBorders>
              <w:bottom w:val="dotted" w:sz="4" w:space="0" w:color="auto"/>
            </w:tcBorders>
          </w:tcPr>
          <w:p w14:paraId="723BFF5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328" w:type="pct"/>
            <w:tcBorders>
              <w:bottom w:val="dotted" w:sz="4" w:space="0" w:color="auto"/>
            </w:tcBorders>
          </w:tcPr>
          <w:p w14:paraId="02C02346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32" w:type="pct"/>
            <w:tcBorders>
              <w:bottom w:val="dotted" w:sz="4" w:space="0" w:color="auto"/>
            </w:tcBorders>
          </w:tcPr>
          <w:p w14:paraId="2015E669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236" w:type="pct"/>
            <w:tcBorders>
              <w:bottom w:val="dotted" w:sz="4" w:space="0" w:color="auto"/>
            </w:tcBorders>
          </w:tcPr>
          <w:p w14:paraId="0335038C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 w14:paraId="23D5BB39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 w14:paraId="597C3760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 w14:paraId="0D653B2A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 w14:paraId="7F9B7333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kg/h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 w14:paraId="099F6D88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kPa</w:t>
            </w:r>
          </w:p>
        </w:tc>
        <w:tc>
          <w:tcPr>
            <w:tcW w:w="257" w:type="pct"/>
            <w:tcBorders>
              <w:bottom w:val="dotted" w:sz="4" w:space="0" w:color="auto"/>
            </w:tcBorders>
          </w:tcPr>
          <w:p w14:paraId="4439B394" w14:textId="77777777" w:rsidR="00AA4032" w:rsidRPr="0082485D" w:rsidRDefault="00AA4032" w:rsidP="00AA40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</w:tr>
    </w:tbl>
    <w:p w14:paraId="5F035D02" w14:textId="77777777" w:rsidR="00E94C16" w:rsidRPr="002816BC" w:rsidRDefault="00E94C16" w:rsidP="00FD02A2">
      <w:pPr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bookmarkStart w:id="8" w:name="DATA"/>
      <w:bookmarkEnd w:id="8"/>
    </w:p>
    <w:sectPr w:rsidR="00E94C16" w:rsidRPr="002816BC" w:rsidSect="00AF75F5">
      <w:footerReference w:type="default" r:id="rId7"/>
      <w:pgSz w:w="16838" w:h="11906" w:orient="landscape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1F8AD" w14:textId="77777777" w:rsidR="00C8128E" w:rsidRDefault="00C8128E" w:rsidP="00F430EA">
      <w:pPr>
        <w:spacing w:after="0" w:line="240" w:lineRule="auto"/>
      </w:pPr>
      <w:r>
        <w:separator/>
      </w:r>
    </w:p>
  </w:endnote>
  <w:endnote w:type="continuationSeparator" w:id="0">
    <w:p w14:paraId="372C31D9" w14:textId="77777777" w:rsidR="00C8128E" w:rsidRDefault="00C8128E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2A4ED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BE1012">
      <w:rPr>
        <w:noProof/>
      </w:rPr>
      <w:t>1</w:t>
    </w:r>
    <w:r>
      <w:fldChar w:fldCharType="end"/>
    </w:r>
    <w:r>
      <w:t xml:space="preserve"> of </w:t>
    </w:r>
    <w:r w:rsidR="00C8128E">
      <w:fldChar w:fldCharType="begin"/>
    </w:r>
    <w:r w:rsidR="00C8128E">
      <w:instrText xml:space="preserve"> NUMPAGES   \* MERGEFORMAT </w:instrText>
    </w:r>
    <w:r w:rsidR="00C8128E">
      <w:fldChar w:fldCharType="separate"/>
    </w:r>
    <w:r w:rsidR="00BE1012">
      <w:rPr>
        <w:noProof/>
      </w:rPr>
      <w:t>1</w:t>
    </w:r>
    <w:r w:rsidR="00C8128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3AD1B" w14:textId="77777777" w:rsidR="00C8128E" w:rsidRDefault="00C8128E" w:rsidP="00F430EA">
      <w:pPr>
        <w:spacing w:after="0" w:line="240" w:lineRule="auto"/>
      </w:pPr>
      <w:r>
        <w:separator/>
      </w:r>
    </w:p>
  </w:footnote>
  <w:footnote w:type="continuationSeparator" w:id="0">
    <w:p w14:paraId="013BD839" w14:textId="77777777" w:rsidR="00C8128E" w:rsidRDefault="00C8128E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15E44"/>
    <w:rsid w:val="00026964"/>
    <w:rsid w:val="000472F1"/>
    <w:rsid w:val="00052689"/>
    <w:rsid w:val="00074307"/>
    <w:rsid w:val="00081FD5"/>
    <w:rsid w:val="00082596"/>
    <w:rsid w:val="000C1975"/>
    <w:rsid w:val="000E3506"/>
    <w:rsid w:val="000E41DC"/>
    <w:rsid w:val="000E75EB"/>
    <w:rsid w:val="000F303D"/>
    <w:rsid w:val="00113EE1"/>
    <w:rsid w:val="00117142"/>
    <w:rsid w:val="00145042"/>
    <w:rsid w:val="001531FC"/>
    <w:rsid w:val="00176F36"/>
    <w:rsid w:val="001941C5"/>
    <w:rsid w:val="001A61EC"/>
    <w:rsid w:val="001B130B"/>
    <w:rsid w:val="001F1C7B"/>
    <w:rsid w:val="001F5285"/>
    <w:rsid w:val="00222F0D"/>
    <w:rsid w:val="00262DC1"/>
    <w:rsid w:val="002816BC"/>
    <w:rsid w:val="00281FAC"/>
    <w:rsid w:val="002F2C78"/>
    <w:rsid w:val="002F4C3C"/>
    <w:rsid w:val="0030264A"/>
    <w:rsid w:val="00303D52"/>
    <w:rsid w:val="00314153"/>
    <w:rsid w:val="00320A1D"/>
    <w:rsid w:val="00334A4C"/>
    <w:rsid w:val="00361411"/>
    <w:rsid w:val="00371AEB"/>
    <w:rsid w:val="003840F8"/>
    <w:rsid w:val="003B6292"/>
    <w:rsid w:val="003E15EA"/>
    <w:rsid w:val="00414A46"/>
    <w:rsid w:val="00426C17"/>
    <w:rsid w:val="00440412"/>
    <w:rsid w:val="0047415A"/>
    <w:rsid w:val="00476A49"/>
    <w:rsid w:val="004842AB"/>
    <w:rsid w:val="004878EB"/>
    <w:rsid w:val="004C2C2E"/>
    <w:rsid w:val="004C7FC9"/>
    <w:rsid w:val="004D4977"/>
    <w:rsid w:val="004D7E0C"/>
    <w:rsid w:val="004E2FD6"/>
    <w:rsid w:val="00514947"/>
    <w:rsid w:val="00516AC6"/>
    <w:rsid w:val="005241B5"/>
    <w:rsid w:val="00531AC7"/>
    <w:rsid w:val="00545D8C"/>
    <w:rsid w:val="00547DAA"/>
    <w:rsid w:val="00550988"/>
    <w:rsid w:val="0055213A"/>
    <w:rsid w:val="00574798"/>
    <w:rsid w:val="005872FA"/>
    <w:rsid w:val="0059046C"/>
    <w:rsid w:val="005C105A"/>
    <w:rsid w:val="005E0C9B"/>
    <w:rsid w:val="00601220"/>
    <w:rsid w:val="006035E5"/>
    <w:rsid w:val="006056C2"/>
    <w:rsid w:val="00607A31"/>
    <w:rsid w:val="00616D5D"/>
    <w:rsid w:val="00620D56"/>
    <w:rsid w:val="0062112B"/>
    <w:rsid w:val="006276D1"/>
    <w:rsid w:val="00632758"/>
    <w:rsid w:val="0066645B"/>
    <w:rsid w:val="00666543"/>
    <w:rsid w:val="006846FD"/>
    <w:rsid w:val="006B10E4"/>
    <w:rsid w:val="006B1AD9"/>
    <w:rsid w:val="006B752D"/>
    <w:rsid w:val="006F5582"/>
    <w:rsid w:val="0072180F"/>
    <w:rsid w:val="00722826"/>
    <w:rsid w:val="00725070"/>
    <w:rsid w:val="00756C01"/>
    <w:rsid w:val="00770E66"/>
    <w:rsid w:val="00773085"/>
    <w:rsid w:val="00775B1E"/>
    <w:rsid w:val="00776CA9"/>
    <w:rsid w:val="007B0CA9"/>
    <w:rsid w:val="007B396B"/>
    <w:rsid w:val="007B7FB6"/>
    <w:rsid w:val="007E02D0"/>
    <w:rsid w:val="00815976"/>
    <w:rsid w:val="0082485D"/>
    <w:rsid w:val="00824959"/>
    <w:rsid w:val="008542CD"/>
    <w:rsid w:val="00882655"/>
    <w:rsid w:val="00892231"/>
    <w:rsid w:val="008A4E51"/>
    <w:rsid w:val="008A6033"/>
    <w:rsid w:val="008A6088"/>
    <w:rsid w:val="008C44AA"/>
    <w:rsid w:val="008C50E7"/>
    <w:rsid w:val="008F4DA5"/>
    <w:rsid w:val="00920967"/>
    <w:rsid w:val="00923E01"/>
    <w:rsid w:val="009513FF"/>
    <w:rsid w:val="00960F92"/>
    <w:rsid w:val="00961B3A"/>
    <w:rsid w:val="009731C2"/>
    <w:rsid w:val="009815AD"/>
    <w:rsid w:val="009847DF"/>
    <w:rsid w:val="00992248"/>
    <w:rsid w:val="009945AA"/>
    <w:rsid w:val="009B3303"/>
    <w:rsid w:val="009D29FB"/>
    <w:rsid w:val="009D4279"/>
    <w:rsid w:val="009D5743"/>
    <w:rsid w:val="009D65C9"/>
    <w:rsid w:val="009E2834"/>
    <w:rsid w:val="00A00F0D"/>
    <w:rsid w:val="00A0148E"/>
    <w:rsid w:val="00A5579D"/>
    <w:rsid w:val="00A57441"/>
    <w:rsid w:val="00A659DF"/>
    <w:rsid w:val="00A84D63"/>
    <w:rsid w:val="00AA4032"/>
    <w:rsid w:val="00AD3A52"/>
    <w:rsid w:val="00AF39A9"/>
    <w:rsid w:val="00AF75F5"/>
    <w:rsid w:val="00B00A1E"/>
    <w:rsid w:val="00B12A7F"/>
    <w:rsid w:val="00B64D63"/>
    <w:rsid w:val="00B65F8A"/>
    <w:rsid w:val="00B84824"/>
    <w:rsid w:val="00B96C77"/>
    <w:rsid w:val="00B96F1C"/>
    <w:rsid w:val="00BB009A"/>
    <w:rsid w:val="00BB78A6"/>
    <w:rsid w:val="00BC49DE"/>
    <w:rsid w:val="00BD16B7"/>
    <w:rsid w:val="00BD7E6F"/>
    <w:rsid w:val="00BE1012"/>
    <w:rsid w:val="00BE1690"/>
    <w:rsid w:val="00BF175F"/>
    <w:rsid w:val="00BF5D29"/>
    <w:rsid w:val="00BF6167"/>
    <w:rsid w:val="00C00606"/>
    <w:rsid w:val="00C073D9"/>
    <w:rsid w:val="00C15B3E"/>
    <w:rsid w:val="00C16D0B"/>
    <w:rsid w:val="00C425D9"/>
    <w:rsid w:val="00C513D6"/>
    <w:rsid w:val="00C64E96"/>
    <w:rsid w:val="00C6703F"/>
    <w:rsid w:val="00C8128E"/>
    <w:rsid w:val="00C8483F"/>
    <w:rsid w:val="00CB4E11"/>
    <w:rsid w:val="00CC0CED"/>
    <w:rsid w:val="00CC1C5F"/>
    <w:rsid w:val="00CE243D"/>
    <w:rsid w:val="00CE259F"/>
    <w:rsid w:val="00CF5C6D"/>
    <w:rsid w:val="00D0549C"/>
    <w:rsid w:val="00D15F00"/>
    <w:rsid w:val="00D275CE"/>
    <w:rsid w:val="00D30F66"/>
    <w:rsid w:val="00D6315A"/>
    <w:rsid w:val="00DA1C4D"/>
    <w:rsid w:val="00DA72BD"/>
    <w:rsid w:val="00DB7063"/>
    <w:rsid w:val="00DD4059"/>
    <w:rsid w:val="00DE162B"/>
    <w:rsid w:val="00DE4A34"/>
    <w:rsid w:val="00DF6C47"/>
    <w:rsid w:val="00E06D98"/>
    <w:rsid w:val="00E54137"/>
    <w:rsid w:val="00E60FBF"/>
    <w:rsid w:val="00E61C3F"/>
    <w:rsid w:val="00E644FA"/>
    <w:rsid w:val="00E73D88"/>
    <w:rsid w:val="00E94C16"/>
    <w:rsid w:val="00E971DC"/>
    <w:rsid w:val="00EA090B"/>
    <w:rsid w:val="00EA0E88"/>
    <w:rsid w:val="00EB2FBE"/>
    <w:rsid w:val="00EC4F07"/>
    <w:rsid w:val="00ED12A2"/>
    <w:rsid w:val="00ED4EC9"/>
    <w:rsid w:val="00EE08EA"/>
    <w:rsid w:val="00EF69B2"/>
    <w:rsid w:val="00F0210C"/>
    <w:rsid w:val="00F07D68"/>
    <w:rsid w:val="00F2183F"/>
    <w:rsid w:val="00F233B7"/>
    <w:rsid w:val="00F255F8"/>
    <w:rsid w:val="00F30EDB"/>
    <w:rsid w:val="00F36144"/>
    <w:rsid w:val="00F430EA"/>
    <w:rsid w:val="00F82B86"/>
    <w:rsid w:val="00F873B6"/>
    <w:rsid w:val="00FA0F72"/>
    <w:rsid w:val="00FB2987"/>
    <w:rsid w:val="00FD02A2"/>
    <w:rsid w:val="00FD660E"/>
    <w:rsid w:val="00FF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5B0EF98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21d5b1d5-6d1c-48ac-844e-ad11b9f5b597">
    <w:name w:val="Normal_21d5b1d5-6d1c-48ac-844e-ad11b9f5b597"/>
    <w:qFormat/>
    <w:rsid w:val="00EC4F07"/>
    <w:pPr>
      <w:spacing w:after="160" w:line="256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AEE99-D0FD-49B9-9EF8-E69909AF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143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60</cp:revision>
  <dcterms:created xsi:type="dcterms:W3CDTF">2019-03-30T09:33:00Z</dcterms:created>
  <dcterms:modified xsi:type="dcterms:W3CDTF">2021-12-27T10:03:00Z</dcterms:modified>
</cp:coreProperties>
</file>